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6237" w:type="dxa"/>
        <w:tblInd w:w="3794" w:type="dxa"/>
        <w:tblLook w:val="01E0" w:firstRow="1" w:lastRow="1" w:firstColumn="1" w:lastColumn="1" w:noHBand="0" w:noVBand="0"/>
      </w:tblPr>
      <w:tblGrid>
        <w:gridCol w:w="6237"/>
      </w:tblGrid>
      <w:tr w:rsidR="00646D63" w14:paraId="0229200E" w14:textId="77777777" w:rsidTr="00646D63">
        <w:trPr>
          <w:trHeight w:val="319"/>
        </w:trPr>
        <w:tc>
          <w:tcPr>
            <w:tcW w:w="6237" w:type="dxa"/>
            <w:hideMark/>
          </w:tcPr>
          <w:p w14:paraId="0C24FDCC" w14:textId="77777777" w:rsidR="00646D63" w:rsidRDefault="00646D6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en-US"/>
              </w:rPr>
              <w:tab/>
            </w:r>
            <w:r>
              <w:rPr>
                <w:rFonts w:ascii="Tahoma" w:hAnsi="Tahoma" w:cs="Tahoma"/>
                <w:lang w:val="en-US"/>
              </w:rPr>
              <w:tab/>
            </w:r>
            <w:r>
              <w:rPr>
                <w:rFonts w:ascii="Tahoma" w:hAnsi="Tahoma" w:cs="Tahoma"/>
              </w:rPr>
              <w:t xml:space="preserve">                                                           Приложение № 2 </w:t>
            </w:r>
          </w:p>
        </w:tc>
      </w:tr>
      <w:tr w:rsidR="00646D63" w14:paraId="0E1C9FDD" w14:textId="77777777" w:rsidTr="00646D63">
        <w:trPr>
          <w:trHeight w:val="424"/>
        </w:trPr>
        <w:tc>
          <w:tcPr>
            <w:tcW w:w="6237" w:type="dxa"/>
            <w:hideMark/>
          </w:tcPr>
          <w:p w14:paraId="7EBF5B40" w14:textId="77777777" w:rsidR="00646D63" w:rsidRDefault="00646D63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к Договору </w:t>
            </w:r>
            <w:r>
              <w:rPr>
                <w:rFonts w:ascii="Tahoma" w:hAnsi="Tahoma" w:cs="Tahoma"/>
                <w:lang w:val="en-US"/>
              </w:rPr>
              <w:t>___________________________</w:t>
            </w:r>
            <w:r>
              <w:rPr>
                <w:rFonts w:ascii="Tahoma" w:hAnsi="Tahoma" w:cs="Tahoma"/>
              </w:rPr>
              <w:t xml:space="preserve"> № _____</w:t>
            </w:r>
          </w:p>
        </w:tc>
      </w:tr>
      <w:tr w:rsidR="00646D63" w14:paraId="2100F3DF" w14:textId="77777777" w:rsidTr="00646D63">
        <w:trPr>
          <w:trHeight w:val="201"/>
        </w:trPr>
        <w:tc>
          <w:tcPr>
            <w:tcW w:w="6237" w:type="dxa"/>
            <w:hideMark/>
          </w:tcPr>
          <w:p w14:paraId="7B2DA431" w14:textId="77777777" w:rsidR="00646D63" w:rsidRDefault="00646D63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от «__________» _________________________20_______г.</w:t>
            </w:r>
          </w:p>
        </w:tc>
      </w:tr>
    </w:tbl>
    <w:p w14:paraId="3C988675" w14:textId="77777777" w:rsidR="00646D63" w:rsidRDefault="00646D63" w:rsidP="00646D63">
      <w:pPr>
        <w:jc w:val="both"/>
        <w:rPr>
          <w:rFonts w:ascii="Tahoma" w:hAnsi="Tahoma" w:cs="Tahoma"/>
        </w:rPr>
      </w:pPr>
    </w:p>
    <w:p w14:paraId="426B052E" w14:textId="77777777" w:rsidR="00646D63" w:rsidRDefault="00646D63" w:rsidP="00646D63">
      <w:pPr>
        <w:jc w:val="both"/>
        <w:rPr>
          <w:rFonts w:ascii="Tahoma" w:hAnsi="Tahoma" w:cs="Tahoma"/>
        </w:rPr>
      </w:pPr>
    </w:p>
    <w:p w14:paraId="1EB284EA" w14:textId="77777777" w:rsidR="00646D63" w:rsidRDefault="00646D63" w:rsidP="00646D63">
      <w:pPr>
        <w:pStyle w:val="21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АКТ</w:t>
      </w:r>
    </w:p>
    <w:p w14:paraId="41A1B842" w14:textId="77777777" w:rsidR="00646D63" w:rsidRDefault="00646D63" w:rsidP="00646D63">
      <w:pPr>
        <w:pStyle w:val="2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РАЗГРАНИЧЕНИЯ БАЛАНСОВОЙ ПРИНАДЛЕЖНОСТИ ТЕПЛОВЫХ СЕТЕЙ</w:t>
      </w:r>
    </w:p>
    <w:p w14:paraId="74269F1B" w14:textId="77777777" w:rsidR="00646D63" w:rsidRDefault="00646D63" w:rsidP="00646D63">
      <w:pPr>
        <w:pStyle w:val="2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  И  ЭКСПЛУАТАЦИОННОЙ ОТВЕТСТВЕННОСТИ СТОРОН</w:t>
      </w:r>
    </w:p>
    <w:p w14:paraId="08B2B491" w14:textId="77777777" w:rsidR="00646D63" w:rsidRDefault="00646D63" w:rsidP="00646D63">
      <w:pPr>
        <w:pStyle w:val="2"/>
        <w:jc w:val="left"/>
        <w:rPr>
          <w:rFonts w:ascii="Tahoma" w:hAnsi="Tahoma" w:cs="Tahoma"/>
        </w:rPr>
      </w:pPr>
    </w:p>
    <w:p w14:paraId="4AC5C56A" w14:textId="77777777" w:rsidR="00646D63" w:rsidRDefault="00646D63" w:rsidP="00646D63">
      <w:pPr>
        <w:pStyle w:val="2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  «_______»_______________________20___г.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г._______________________________        </w:t>
      </w:r>
    </w:p>
    <w:p w14:paraId="203349D4" w14:textId="77777777" w:rsidR="00646D63" w:rsidRDefault="00646D63" w:rsidP="00646D63">
      <w:pPr>
        <w:pStyle w:val="2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 xml:space="preserve"> </w:t>
      </w:r>
    </w:p>
    <w:p w14:paraId="6AA40714" w14:textId="77777777" w:rsidR="00646D63" w:rsidRDefault="00646D63" w:rsidP="00646D63">
      <w:pPr>
        <w:pStyle w:val="2"/>
        <w:jc w:val="both"/>
        <w:rPr>
          <w:rFonts w:ascii="Tahoma" w:hAnsi="Tahoma" w:cs="Tahoma"/>
        </w:rPr>
      </w:pPr>
    </w:p>
    <w:p w14:paraId="31B08BE5" w14:textId="77777777" w:rsidR="00646D63" w:rsidRDefault="00646D63" w:rsidP="00646D63">
      <w:pPr>
        <w:pStyle w:val="2"/>
        <w:spacing w:line="36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Границей балансовой принадлежности тепловых сетей и эксплуатационной  ответственности  Сторон является:  </w:t>
      </w:r>
    </w:p>
    <w:p w14:paraId="5CF38CCF" w14:textId="77777777" w:rsidR="00646D63" w:rsidRDefault="00646D63" w:rsidP="00646D63">
      <w:pPr>
        <w:pStyle w:val="2"/>
        <w:spacing w:line="360" w:lineRule="auto"/>
        <w:ind w:firstLine="709"/>
        <w:jc w:val="both"/>
        <w:rPr>
          <w:rFonts w:ascii="Tahoma" w:hAnsi="Tahoma" w:cs="Tahoma"/>
        </w:rPr>
      </w:pPr>
    </w:p>
    <w:p w14:paraId="3A5FA3CC" w14:textId="77777777" w:rsidR="00646D63" w:rsidRDefault="00646D63" w:rsidP="00646D63">
      <w:pPr>
        <w:pStyle w:val="2"/>
        <w:ind w:firstLine="720"/>
        <w:jc w:val="both"/>
        <w:rPr>
          <w:rFonts w:ascii="Tahoma" w:hAnsi="Tahoma" w:cs="Tahoma"/>
        </w:rPr>
      </w:pPr>
      <w:bookmarkStart w:id="0" w:name="_GoBack"/>
      <w:bookmarkEnd w:id="0"/>
    </w:p>
    <w:p w14:paraId="021B9EAE" w14:textId="77777777" w:rsidR="00646D63" w:rsidRDefault="00646D63" w:rsidP="00646D63">
      <w:pPr>
        <w:pStyle w:val="2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Операции в тепловой системе, ремонты всех видов, надзор и содержание производятся силами и средствами каждой из Сторон по балансовой принадлежности. </w:t>
      </w:r>
    </w:p>
    <w:p w14:paraId="78A33D51" w14:textId="77777777" w:rsidR="00646D63" w:rsidRDefault="00646D63" w:rsidP="00646D63">
      <w:pPr>
        <w:pStyle w:val="2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Другие замечания и уточнения по установлению границ раздела между сетями:</w:t>
      </w:r>
    </w:p>
    <w:p w14:paraId="297450E7" w14:textId="77777777" w:rsidR="00646D63" w:rsidRDefault="00646D63" w:rsidP="00646D63">
      <w:pPr>
        <w:pStyle w:val="2"/>
        <w:jc w:val="both"/>
        <w:rPr>
          <w:rFonts w:ascii="Tahoma" w:hAnsi="Tahoma" w:cs="Tahoma"/>
        </w:rPr>
      </w:pPr>
    </w:p>
    <w:p w14:paraId="6E507DB7" w14:textId="77777777" w:rsidR="00646D63" w:rsidRDefault="00646D63" w:rsidP="00646D63">
      <w:pPr>
        <w:pStyle w:val="2"/>
        <w:jc w:val="both"/>
        <w:rPr>
          <w:rFonts w:ascii="Tahoma" w:hAnsi="Tahoma" w:cs="Tahoma"/>
        </w:rPr>
      </w:pPr>
    </w:p>
    <w:p w14:paraId="20F3C07B" w14:textId="77777777" w:rsidR="00646D63" w:rsidRDefault="00646D63" w:rsidP="00646D63">
      <w:pPr>
        <w:pStyle w:val="2"/>
        <w:jc w:val="both"/>
        <w:rPr>
          <w:rFonts w:ascii="Tahoma" w:hAnsi="Tahoma" w:cs="Tahoma"/>
        </w:rPr>
      </w:pPr>
    </w:p>
    <w:p w14:paraId="422BF0D8" w14:textId="77777777" w:rsidR="00646D63" w:rsidRDefault="00646D63" w:rsidP="00646D63">
      <w:pPr>
        <w:pStyle w:val="2"/>
        <w:ind w:firstLine="709"/>
        <w:jc w:val="left"/>
        <w:rPr>
          <w:rFonts w:ascii="Tahoma" w:hAnsi="Tahoma" w:cs="Tahoma"/>
        </w:rPr>
      </w:pPr>
      <w:r>
        <w:rPr>
          <w:rFonts w:ascii="Tahoma" w:hAnsi="Tahoma" w:cs="Tahoma"/>
        </w:rPr>
        <w:t>Схема присоединения Исполнителя: _________________________________________________________________</w:t>
      </w:r>
    </w:p>
    <w:p w14:paraId="2AC37738" w14:textId="77777777" w:rsidR="00646D63" w:rsidRDefault="00646D63" w:rsidP="00646D63">
      <w:pPr>
        <w:pStyle w:val="2"/>
        <w:jc w:val="left"/>
        <w:rPr>
          <w:rFonts w:ascii="Tahoma" w:hAnsi="Tahoma" w:cs="Tahoma"/>
        </w:rPr>
      </w:pPr>
    </w:p>
    <w:p w14:paraId="27C176A3" w14:textId="77777777" w:rsidR="00646D63" w:rsidRDefault="00646D63" w:rsidP="00646D63">
      <w:pPr>
        <w:pStyle w:val="2"/>
        <w:jc w:val="left"/>
        <w:rPr>
          <w:rFonts w:ascii="Tahoma" w:hAnsi="Tahoma" w:cs="Tahoma"/>
        </w:rPr>
      </w:pPr>
    </w:p>
    <w:p w14:paraId="43F11625" w14:textId="77777777" w:rsidR="00646D63" w:rsidRDefault="00646D63" w:rsidP="00646D63">
      <w:pPr>
        <w:pStyle w:val="2"/>
        <w:jc w:val="left"/>
        <w:rPr>
          <w:rFonts w:ascii="Tahoma" w:hAnsi="Tahoma" w:cs="Tahoma"/>
        </w:rPr>
      </w:pPr>
    </w:p>
    <w:p w14:paraId="12EB557F" w14:textId="77777777" w:rsidR="00646D63" w:rsidRDefault="00646D63" w:rsidP="00646D63">
      <w:pPr>
        <w:pStyle w:val="2"/>
        <w:jc w:val="left"/>
        <w:rPr>
          <w:rFonts w:ascii="Tahoma" w:hAnsi="Tahoma" w:cs="Tahoma"/>
        </w:rPr>
      </w:pPr>
    </w:p>
    <w:p w14:paraId="693BAA9F" w14:textId="77777777" w:rsidR="00646D63" w:rsidRDefault="00646D63" w:rsidP="00646D63">
      <w:pPr>
        <w:pStyle w:val="2"/>
        <w:jc w:val="left"/>
        <w:rPr>
          <w:rFonts w:ascii="Tahoma" w:hAnsi="Tahoma" w:cs="Tahoma"/>
        </w:rPr>
      </w:pPr>
      <w:r>
        <w:rPr>
          <w:rFonts w:ascii="Tahoma" w:hAnsi="Tahoma" w:cs="Tahoma"/>
        </w:rPr>
        <w:t>ГРАФИЧЕСКАЯ СХЕМА</w:t>
      </w:r>
    </w:p>
    <w:p w14:paraId="779FA7F3" w14:textId="77777777" w:rsidR="00646D63" w:rsidRDefault="00646D63" w:rsidP="00646D63">
      <w:pPr>
        <w:pStyle w:val="2"/>
        <w:jc w:val="left"/>
        <w:rPr>
          <w:rFonts w:ascii="Tahoma" w:hAnsi="Tahoma" w:cs="Tahoma"/>
        </w:rPr>
      </w:pPr>
    </w:p>
    <w:p w14:paraId="42FAFDBA" w14:textId="77777777" w:rsidR="00646D63" w:rsidRDefault="00646D63" w:rsidP="00646D63">
      <w:pPr>
        <w:pStyle w:val="2"/>
        <w:jc w:val="left"/>
        <w:rPr>
          <w:rFonts w:ascii="Tahoma" w:hAnsi="Tahoma" w:cs="Tahoma"/>
        </w:rPr>
      </w:pPr>
    </w:p>
    <w:p w14:paraId="31E4AA5A" w14:textId="77777777" w:rsidR="00646D63" w:rsidRDefault="00646D63" w:rsidP="00646D63">
      <w:pPr>
        <w:pStyle w:val="2"/>
        <w:jc w:val="left"/>
        <w:rPr>
          <w:rFonts w:ascii="Tahoma" w:hAnsi="Tahoma" w:cs="Tahoma"/>
        </w:rPr>
      </w:pPr>
      <w:r>
        <w:rPr>
          <w:rFonts w:ascii="Tahoma" w:hAnsi="Tahoma" w:cs="Tahoma"/>
        </w:rPr>
        <w:t>Сети ____________________________________показаны _______________________________________цветом</w:t>
      </w:r>
    </w:p>
    <w:p w14:paraId="2C681A1C" w14:textId="77777777" w:rsidR="00646D63" w:rsidRDefault="00646D63" w:rsidP="00646D63">
      <w:pPr>
        <w:pStyle w:val="2"/>
        <w:jc w:val="left"/>
        <w:rPr>
          <w:rFonts w:ascii="Tahoma" w:hAnsi="Tahoma" w:cs="Tahoma"/>
        </w:rPr>
      </w:pPr>
    </w:p>
    <w:p w14:paraId="30BE6EBA" w14:textId="77777777" w:rsidR="00646D63" w:rsidRDefault="00646D63" w:rsidP="00646D63">
      <w:pPr>
        <w:pStyle w:val="2"/>
        <w:jc w:val="left"/>
        <w:rPr>
          <w:rFonts w:ascii="Tahoma" w:hAnsi="Tahoma" w:cs="Tahoma"/>
        </w:rPr>
      </w:pPr>
      <w:r>
        <w:rPr>
          <w:rFonts w:ascii="Tahoma" w:hAnsi="Tahoma" w:cs="Tahoma"/>
        </w:rPr>
        <w:t>Сети ____________________________________показаны _______________________________________цветом</w:t>
      </w:r>
    </w:p>
    <w:p w14:paraId="14AAA526" w14:textId="77777777" w:rsidR="00646D63" w:rsidRDefault="00646D63" w:rsidP="00646D63">
      <w:pPr>
        <w:pStyle w:val="2"/>
        <w:jc w:val="both"/>
        <w:rPr>
          <w:rFonts w:ascii="Tahoma" w:hAnsi="Tahoma" w:cs="Tahoma"/>
        </w:rPr>
      </w:pPr>
    </w:p>
    <w:p w14:paraId="718E5288" w14:textId="77777777" w:rsidR="00646D63" w:rsidRDefault="00646D63" w:rsidP="00646D63">
      <w:pPr>
        <w:pStyle w:val="1"/>
        <w:rPr>
          <w:rFonts w:ascii="Tahoma" w:hAnsi="Tahoma" w:cs="Tahoma"/>
          <w:sz w:val="20"/>
        </w:rPr>
      </w:pPr>
    </w:p>
    <w:p w14:paraId="7C01204B" w14:textId="77777777" w:rsidR="00646D63" w:rsidRDefault="00646D63" w:rsidP="00646D63">
      <w:pPr>
        <w:rPr>
          <w:rFonts w:ascii="Tahoma" w:hAnsi="Tahoma" w:cs="Tahoma"/>
        </w:rPr>
      </w:pPr>
    </w:p>
    <w:p w14:paraId="5240C4DF" w14:textId="77777777" w:rsidR="00646D63" w:rsidRDefault="00646D63" w:rsidP="00646D63">
      <w:pPr>
        <w:rPr>
          <w:rFonts w:ascii="Tahoma" w:hAnsi="Tahoma" w:cs="Tahoma"/>
        </w:rPr>
      </w:pPr>
    </w:p>
    <w:p w14:paraId="19CD80F2" w14:textId="77777777" w:rsidR="00646D63" w:rsidRDefault="00646D63" w:rsidP="00646D63">
      <w:pPr>
        <w:pStyle w:val="1"/>
        <w:rPr>
          <w:rFonts w:ascii="Tahoma" w:hAnsi="Tahoma" w:cs="Tahoma"/>
          <w:sz w:val="20"/>
        </w:rPr>
      </w:pPr>
    </w:p>
    <w:p w14:paraId="7BD886E6" w14:textId="77777777" w:rsidR="00646D63" w:rsidRDefault="00646D63" w:rsidP="00646D63">
      <w:pPr>
        <w:pStyle w:val="1"/>
        <w:rPr>
          <w:rFonts w:ascii="Tahoma" w:hAnsi="Tahoma" w:cs="Tahoma"/>
          <w:sz w:val="20"/>
        </w:rPr>
      </w:pPr>
    </w:p>
    <w:p w14:paraId="3CBC0E3B" w14:textId="77777777" w:rsidR="00646D63" w:rsidRDefault="00646D63" w:rsidP="00646D63">
      <w:pPr>
        <w:pStyle w:val="1"/>
        <w:ind w:firstLine="567"/>
        <w:rPr>
          <w:rFonts w:ascii="Tahoma" w:hAnsi="Tahoma" w:cs="Tahoma"/>
          <w:b w:val="0"/>
          <w:sz w:val="20"/>
        </w:rPr>
      </w:pPr>
      <w:r>
        <w:rPr>
          <w:rFonts w:ascii="Tahoma" w:hAnsi="Tahoma" w:cs="Tahoma"/>
          <w:b w:val="0"/>
          <w:sz w:val="20"/>
        </w:rPr>
        <w:t xml:space="preserve">Теплоснабжающая организация:                 </w:t>
      </w:r>
      <w:r>
        <w:rPr>
          <w:rFonts w:ascii="Tahoma" w:hAnsi="Tahoma" w:cs="Tahoma"/>
          <w:b w:val="0"/>
          <w:sz w:val="20"/>
        </w:rPr>
        <w:tab/>
      </w:r>
      <w:r>
        <w:rPr>
          <w:rFonts w:ascii="Tahoma" w:hAnsi="Tahoma" w:cs="Tahoma"/>
          <w:b w:val="0"/>
          <w:sz w:val="20"/>
        </w:rPr>
        <w:tab/>
      </w:r>
      <w:r>
        <w:rPr>
          <w:rFonts w:ascii="Tahoma" w:hAnsi="Tahoma" w:cs="Tahoma"/>
          <w:b w:val="0"/>
          <w:sz w:val="20"/>
        </w:rPr>
        <w:tab/>
        <w:t>Исполнитель:</w:t>
      </w:r>
    </w:p>
    <w:p w14:paraId="20D16A66" w14:textId="77777777" w:rsidR="00646D63" w:rsidRDefault="00646D63" w:rsidP="00646D63">
      <w:pPr>
        <w:ind w:firstLine="567"/>
        <w:rPr>
          <w:rFonts w:ascii="Tahoma" w:hAnsi="Tahoma" w:cs="Tahoma"/>
        </w:rPr>
      </w:pPr>
    </w:p>
    <w:p w14:paraId="59CAD298" w14:textId="77777777" w:rsidR="00AC1766" w:rsidRDefault="00646D63" w:rsidP="00646D63">
      <w:pPr>
        <w:ind w:firstLine="567"/>
        <w:rPr>
          <w:rFonts w:ascii="Tahoma" w:hAnsi="Tahoma" w:cs="Tahoma"/>
        </w:rPr>
      </w:pPr>
      <w:r>
        <w:rPr>
          <w:rFonts w:ascii="Tahoma" w:hAnsi="Tahoma" w:cs="Tahoma"/>
        </w:rPr>
        <w:t>___________________/_______________/</w:t>
      </w:r>
      <w:r>
        <w:rPr>
          <w:rFonts w:ascii="Tahoma" w:hAnsi="Tahoma" w:cs="Tahoma"/>
        </w:rPr>
        <w:tab/>
        <w:t>___________________/_______________/</w:t>
      </w:r>
    </w:p>
    <w:p w14:paraId="7F9CEA98" w14:textId="32152721" w:rsidR="00646D63" w:rsidRDefault="00646D63" w:rsidP="00AC1766">
      <w:pPr>
        <w:ind w:firstLine="567"/>
        <w:rPr>
          <w:rFonts w:ascii="Tahoma" w:hAnsi="Tahoma" w:cs="Tahoma"/>
        </w:rPr>
      </w:pPr>
      <w:r>
        <w:rPr>
          <w:rFonts w:ascii="Tahoma" w:hAnsi="Tahoma" w:cs="Tahoma"/>
        </w:rPr>
        <w:t>М.П.                                                                 М.П.</w:t>
      </w:r>
    </w:p>
    <w:p w14:paraId="41E0CA9F" w14:textId="77777777" w:rsidR="000209A4" w:rsidRDefault="000209A4"/>
    <w:sectPr w:rsidR="000209A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4D87E2" w14:textId="77777777" w:rsidR="00D95D5F" w:rsidRDefault="00D95D5F">
      <w:r>
        <w:separator/>
      </w:r>
    </w:p>
  </w:endnote>
  <w:endnote w:type="continuationSeparator" w:id="0">
    <w:p w14:paraId="68EE5180" w14:textId="77777777" w:rsidR="00D95D5F" w:rsidRDefault="00D95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93CD5D" w14:textId="77777777" w:rsidR="000209A4" w:rsidRDefault="000209A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4A0B4D" w14:textId="77777777" w:rsidR="000209A4" w:rsidRDefault="000209A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62C533" w14:textId="77777777" w:rsidR="000209A4" w:rsidRDefault="000209A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93B502" w14:textId="77777777" w:rsidR="00D95D5F" w:rsidRDefault="00D95D5F">
      <w:r>
        <w:separator/>
      </w:r>
    </w:p>
  </w:footnote>
  <w:footnote w:type="continuationSeparator" w:id="0">
    <w:p w14:paraId="1C9CCF85" w14:textId="77777777" w:rsidR="00D95D5F" w:rsidRDefault="00D95D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95BAF" w14:textId="77777777" w:rsidR="000209A4" w:rsidRDefault="000209A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C4F252" w14:textId="77777777" w:rsidR="000209A4" w:rsidRDefault="000209A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BC5A14" w14:textId="77777777" w:rsidR="000209A4" w:rsidRDefault="000209A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D63"/>
    <w:rsid w:val="000209A4"/>
    <w:rsid w:val="004B3F67"/>
    <w:rsid w:val="00646D63"/>
    <w:rsid w:val="00AC1766"/>
    <w:rsid w:val="00B05BEA"/>
    <w:rsid w:val="00D95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3D9C3C"/>
  <w15:docId w15:val="{FAA628AD-9E95-49B9-A902-12159B9E0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6D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646D63"/>
    <w:pPr>
      <w:keepNext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B3F6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4B3F67"/>
  </w:style>
  <w:style w:type="paragraph" w:styleId="a5">
    <w:name w:val="footer"/>
    <w:basedOn w:val="a"/>
    <w:link w:val="a6"/>
    <w:uiPriority w:val="99"/>
    <w:semiHidden/>
    <w:unhideWhenUsed/>
    <w:rsid w:val="004B3F6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4B3F67"/>
  </w:style>
  <w:style w:type="character" w:customStyle="1" w:styleId="10">
    <w:name w:val="Заголовок 1 Знак"/>
    <w:basedOn w:val="a0"/>
    <w:link w:val="1"/>
    <w:rsid w:val="00646D63"/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paragraph" w:styleId="2">
    <w:name w:val="Body Text 2"/>
    <w:basedOn w:val="a"/>
    <w:link w:val="20"/>
    <w:semiHidden/>
    <w:unhideWhenUsed/>
    <w:rsid w:val="00646D63"/>
    <w:pPr>
      <w:widowControl w:val="0"/>
      <w:snapToGrid w:val="0"/>
      <w:jc w:val="center"/>
    </w:pPr>
  </w:style>
  <w:style w:type="character" w:customStyle="1" w:styleId="20">
    <w:name w:val="Основной текст 2 Знак"/>
    <w:basedOn w:val="a0"/>
    <w:link w:val="2"/>
    <w:semiHidden/>
    <w:rsid w:val="00646D6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21">
    <w:name w:val="заголовок 2"/>
    <w:basedOn w:val="a"/>
    <w:next w:val="a"/>
    <w:rsid w:val="00646D63"/>
    <w:pPr>
      <w:keepNext/>
      <w:widowControl w:val="0"/>
      <w:snapToGrid w:val="0"/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314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portalies/Holding/KESHolding/law_support/lib/DocLib3/Forms/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0A2B409F80D4A9A1F69B0078579D2" ma:contentTypeVersion="0" ma:contentTypeDescription="Создание документа." ma:contentTypeScope="" ma:versionID="99d1e676c21f96298b128569c0e0b2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02367DE-DC8C-4212-8E40-3A04FAE466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0C770FA-4EF2-4FD0-A984-1361F14F1A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AA86D0-D6AE-4D95-A66D-76914DB0335A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/>
      <vt:lpstr/>
      <vt:lpstr/>
      <vt:lpstr>Теплоснабжающая организация:                 			Исполнитель:</vt:lpstr>
    </vt:vector>
  </TitlesOfParts>
  <Company>IES-HOLDING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Федосова Антонина Владимировна</dc:creator>
  <cp:lastModifiedBy>Пантюхина Ирина Сергеевна</cp:lastModifiedBy>
  <cp:revision>3</cp:revision>
  <dcterms:created xsi:type="dcterms:W3CDTF">2017-01-11T11:08:00Z</dcterms:created>
  <dcterms:modified xsi:type="dcterms:W3CDTF">2022-03-22T07:35:00Z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0x01010039C0A2B409F80D4A9A1F69B0078579D2</vt:lpwstr>
  </property>
</Properties>
</file>